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92F18B3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23572C">
        <w:rPr>
          <w:lang w:val="en-GB"/>
        </w:rPr>
        <w:t xml:space="preserve"> </w:t>
      </w:r>
      <w:r w:rsidR="00851D3D">
        <w:rPr>
          <w:lang w:val="en-GB"/>
        </w:rPr>
        <w:t>46-G011-25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030E1F">
        <w:rPr>
          <w:rFonts w:ascii="Calibri" w:hAnsi="Calibri" w:cs="Calibri"/>
        </w:rPr>
        <w:t xml:space="preserve">posted on the </w:t>
      </w:r>
      <w:r w:rsidR="005F5C3B" w:rsidRPr="00030E1F">
        <w:rPr>
          <w:rFonts w:ascii="Calibri" w:hAnsi="Calibri" w:cs="Calibri"/>
        </w:rPr>
        <w:t>Kiribati Public Procurement Web</w:t>
      </w:r>
      <w:r w:rsidRPr="00030E1F">
        <w:rPr>
          <w:rFonts w:ascii="Calibri" w:hAnsi="Calibri" w:cs="Calibri"/>
        </w:rPr>
        <w:t xml:space="preserve"> </w:t>
      </w:r>
      <w:r w:rsidR="00D80D8E" w:rsidRPr="00030E1F">
        <w:rPr>
          <w:rFonts w:ascii="Calibri" w:hAnsi="Calibri" w:cs="Calibri"/>
        </w:rPr>
        <w:t>Portal</w:t>
      </w:r>
      <w:r w:rsidRPr="00030E1F">
        <w:rPr>
          <w:rFonts w:ascii="Calibri" w:hAnsi="Calibri" w:cs="Calibri"/>
        </w:rPr>
        <w:t xml:space="preserve"> (</w:t>
      </w:r>
      <w:hyperlink r:id="rId11" w:history="1">
        <w:r w:rsidR="00AB0D84" w:rsidRPr="0025557D">
          <w:rPr>
            <w:rStyle w:val="Hyperlink"/>
          </w:rPr>
          <w:t>Tender List | Central Procurement Unit</w:t>
        </w:r>
      </w:hyperlink>
      <w:r w:rsidRPr="00030E1F">
        <w:rPr>
          <w:rFonts w:ascii="Calibri" w:hAnsi="Calibri" w:cs="Calibri"/>
        </w:rPr>
        <w:t xml:space="preserve">) </w:t>
      </w:r>
      <w:r w:rsidRPr="00030E1F">
        <w:rPr>
          <w:rFonts w:ascii="Calibri" w:hAnsi="Calibri" w:cs="Calibri"/>
          <w:u w:val="single"/>
        </w:rPr>
        <w:t>or</w:t>
      </w:r>
      <w:r w:rsidRPr="00030E1F">
        <w:rPr>
          <w:rFonts w:ascii="Calibri" w:hAnsi="Calibri" w:cs="Calibri"/>
        </w:rPr>
        <w:t xml:space="preserve"> sent directly </w:t>
      </w:r>
      <w:r w:rsidR="00FE039B" w:rsidRPr="00030E1F">
        <w:rPr>
          <w:rFonts w:ascii="Calibri" w:hAnsi="Calibri" w:cs="Calibri"/>
        </w:rPr>
        <w:t xml:space="preserve">to </w:t>
      </w:r>
      <w:r w:rsidRPr="00030E1F">
        <w:rPr>
          <w:rFonts w:ascii="Calibri" w:hAnsi="Calibri" w:cs="Calibri"/>
        </w:rPr>
        <w:t>Tenderers who have been specifically invited to submit a Tender</w:t>
      </w:r>
      <w:r w:rsidRPr="0025557D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CF73FA" w:rsidRPr="00A33618" w14:paraId="07FCC147" w14:textId="77777777" w:rsidTr="00F9710B">
        <w:tc>
          <w:tcPr>
            <w:tcW w:w="4673" w:type="dxa"/>
          </w:tcPr>
          <w:p w14:paraId="1F083020" w14:textId="4EE5B02C" w:rsidR="00CF73FA" w:rsidRPr="00A33618" w:rsidRDefault="00CF73FA" w:rsidP="00CF73FA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2CE463D0" w:rsidR="00CF73FA" w:rsidRPr="00A33618" w:rsidRDefault="00CF73FA" w:rsidP="00CF73F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9698DCF" w:rsidR="00CF73FA" w:rsidRPr="00A33618" w:rsidRDefault="00CF73FA" w:rsidP="00CF73F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5F3EF2" w:rsidRPr="00A33618" w14:paraId="28B1BC3C" w14:textId="77777777" w:rsidTr="00234F03">
        <w:tc>
          <w:tcPr>
            <w:tcW w:w="4673" w:type="dxa"/>
          </w:tcPr>
          <w:p w14:paraId="462D669A" w14:textId="32055E50" w:rsidR="005F3EF2" w:rsidRPr="00B0293A" w:rsidRDefault="005F3EF2" w:rsidP="005F3EF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00C42509" w:rsidR="005F3EF2" w:rsidRPr="00251A4B" w:rsidRDefault="005F3EF2" w:rsidP="005F3EF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10C066" w14:textId="7E7859CA" w:rsidR="005F3EF2" w:rsidRPr="005F3EF2" w:rsidRDefault="005F3EF2" w:rsidP="005F3EF2">
            <w:r w:rsidRPr="009C40D5">
              <w:t>1</w:t>
            </w:r>
            <w:r w:rsidR="00851D3D">
              <w:t>3</w:t>
            </w:r>
            <w:r w:rsidRPr="009C40D5">
              <w:t>-08-25</w:t>
            </w:r>
          </w:p>
        </w:tc>
      </w:tr>
      <w:tr w:rsidR="005F3EF2" w:rsidRPr="00A33618" w14:paraId="4D9567D4" w14:textId="77777777" w:rsidTr="00234F03">
        <w:tc>
          <w:tcPr>
            <w:tcW w:w="4673" w:type="dxa"/>
          </w:tcPr>
          <w:p w14:paraId="34AF4BE9" w14:textId="5AA932A5" w:rsidR="005F3EF2" w:rsidRPr="00B0293A" w:rsidRDefault="005F3EF2" w:rsidP="005F3EF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2377565" w:rsidR="005F3EF2" w:rsidRPr="00251A4B" w:rsidRDefault="005F3EF2" w:rsidP="005F3EF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9B299" w14:textId="413D3D6D" w:rsidR="005F3EF2" w:rsidRPr="00030E1F" w:rsidRDefault="005F3EF2" w:rsidP="005F3EF2">
            <w:pPr>
              <w:rPr>
                <w:rFonts w:ascii="Calibri" w:hAnsi="Calibri"/>
                <w:szCs w:val="20"/>
              </w:rPr>
            </w:pPr>
            <w:r w:rsidRPr="009C40D5">
              <w:t>26-08-25</w:t>
            </w:r>
          </w:p>
        </w:tc>
      </w:tr>
      <w:tr w:rsidR="005F3EF2" w:rsidRPr="00A33618" w14:paraId="2E8E3BDC" w14:textId="77777777" w:rsidTr="00234F03">
        <w:tc>
          <w:tcPr>
            <w:tcW w:w="4673" w:type="dxa"/>
          </w:tcPr>
          <w:p w14:paraId="2D4664AB" w14:textId="06A4C28D" w:rsidR="005F3EF2" w:rsidRPr="00B0293A" w:rsidRDefault="005F3EF2" w:rsidP="005F3EF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16DE7F6A" w:rsidR="005F3EF2" w:rsidRPr="00251A4B" w:rsidRDefault="005F3EF2" w:rsidP="005F3EF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F8C82" w14:textId="39DE48BC" w:rsidR="005F3EF2" w:rsidRPr="0025557D" w:rsidRDefault="005F3EF2" w:rsidP="005F3EF2">
            <w:pPr>
              <w:rPr>
                <w:rFonts w:ascii="Calibri" w:hAnsi="Calibri"/>
                <w:szCs w:val="20"/>
              </w:rPr>
            </w:pPr>
            <w:r w:rsidRPr="009C40D5">
              <w:t>02-09-25</w:t>
            </w:r>
          </w:p>
        </w:tc>
      </w:tr>
      <w:tr w:rsidR="005F3EF2" w:rsidRPr="00A33618" w14:paraId="3D3C37BA" w14:textId="77777777" w:rsidTr="00234F03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55D7BA2E" w:rsidR="005F3EF2" w:rsidRPr="00B0293A" w:rsidRDefault="005F3EF2" w:rsidP="005F3EF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5279B43C" w:rsidR="005F3EF2" w:rsidRPr="00251A4B" w:rsidRDefault="005F3EF2" w:rsidP="005F3EF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D48BC" w14:textId="34415B85" w:rsidR="005F3EF2" w:rsidRPr="00030E1F" w:rsidRDefault="005F3EF2" w:rsidP="005F3EF2">
            <w:pPr>
              <w:rPr>
                <w:rFonts w:ascii="Calibri" w:hAnsi="Calibri"/>
                <w:szCs w:val="20"/>
              </w:rPr>
            </w:pPr>
            <w:r w:rsidRPr="009C40D5">
              <w:t>0</w:t>
            </w:r>
            <w:r w:rsidR="00EC1309">
              <w:t>3</w:t>
            </w:r>
            <w:r w:rsidRPr="009C40D5">
              <w:t>-09-25</w:t>
            </w:r>
          </w:p>
        </w:tc>
      </w:tr>
      <w:tr w:rsidR="005F3EF2" w:rsidRPr="00A33618" w14:paraId="1D91F0FB" w14:textId="77777777" w:rsidTr="00234F03">
        <w:tc>
          <w:tcPr>
            <w:tcW w:w="4673" w:type="dxa"/>
          </w:tcPr>
          <w:p w14:paraId="26733970" w14:textId="216B9619" w:rsidR="005F3EF2" w:rsidRPr="00B0293A" w:rsidRDefault="005F3EF2" w:rsidP="005F3EF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7B3DAD12" w:rsidR="005F3EF2" w:rsidRPr="00251A4B" w:rsidRDefault="005F3EF2" w:rsidP="005F3EF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CE09F" w14:textId="78C6DDE0" w:rsidR="005F3EF2" w:rsidRPr="00532E97" w:rsidRDefault="005F3EF2" w:rsidP="005F3EF2">
            <w:pPr>
              <w:rPr>
                <w:rFonts w:ascii="Calibri" w:hAnsi="Calibri"/>
                <w:szCs w:val="20"/>
              </w:rPr>
            </w:pPr>
            <w:r w:rsidRPr="009C40D5">
              <w:t>16-09-25</w:t>
            </w:r>
          </w:p>
        </w:tc>
      </w:tr>
      <w:tr w:rsidR="005F3EF2" w:rsidRPr="00A33618" w14:paraId="5319267B" w14:textId="77777777" w:rsidTr="00234F03">
        <w:tc>
          <w:tcPr>
            <w:tcW w:w="4673" w:type="dxa"/>
          </w:tcPr>
          <w:p w14:paraId="7C5FEA8D" w14:textId="0235AAEF" w:rsidR="005F3EF2" w:rsidRPr="00B0293A" w:rsidRDefault="005F3EF2" w:rsidP="005F3EF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601FE7B5" w:rsidR="005F3EF2" w:rsidRPr="00251A4B" w:rsidRDefault="005F3EF2" w:rsidP="005F3EF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9178D" w14:textId="6B5C2E6F" w:rsidR="005F3EF2" w:rsidRPr="00532E97" w:rsidRDefault="005F3EF2" w:rsidP="005F3EF2">
            <w:pPr>
              <w:rPr>
                <w:rFonts w:ascii="Calibri" w:hAnsi="Calibri"/>
                <w:szCs w:val="20"/>
              </w:rPr>
            </w:pPr>
            <w:r w:rsidRPr="009C40D5">
              <w:t>23-09-25</w:t>
            </w:r>
          </w:p>
        </w:tc>
      </w:tr>
      <w:tr w:rsidR="005F3EF2" w:rsidRPr="00A33618" w14:paraId="603C6C3A" w14:textId="77777777" w:rsidTr="00234F03">
        <w:tc>
          <w:tcPr>
            <w:tcW w:w="4673" w:type="dxa"/>
          </w:tcPr>
          <w:p w14:paraId="468A46DD" w14:textId="79A4B022" w:rsidR="005F3EF2" w:rsidRPr="00B0293A" w:rsidRDefault="005F3EF2" w:rsidP="005F3EF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6FC12ED" w:rsidR="005F3EF2" w:rsidRPr="00251A4B" w:rsidRDefault="005F3EF2" w:rsidP="005F3EF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ADCA74" w14:textId="033096AB" w:rsidR="005F3EF2" w:rsidRPr="00532E97" w:rsidRDefault="005F3EF2" w:rsidP="005F3EF2">
            <w:pPr>
              <w:rPr>
                <w:rFonts w:ascii="Calibri" w:hAnsi="Calibri"/>
                <w:szCs w:val="20"/>
              </w:rPr>
            </w:pPr>
            <w:r w:rsidRPr="009C40D5">
              <w:t>30-09-25</w:t>
            </w:r>
          </w:p>
        </w:tc>
      </w:tr>
      <w:tr w:rsidR="005F3EF2" w:rsidRPr="00A33618" w14:paraId="405F2EC0" w14:textId="77777777" w:rsidTr="00234F03">
        <w:tc>
          <w:tcPr>
            <w:tcW w:w="4673" w:type="dxa"/>
          </w:tcPr>
          <w:p w14:paraId="64B1558C" w14:textId="260B748F" w:rsidR="005F3EF2" w:rsidRPr="00B0293A" w:rsidRDefault="005F3EF2" w:rsidP="005F3EF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6CD395AA" w:rsidR="005F3EF2" w:rsidRPr="00251A4B" w:rsidRDefault="005F3EF2" w:rsidP="005F3EF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83A509" w14:textId="7498B17C" w:rsidR="005F3EF2" w:rsidRPr="00532E97" w:rsidRDefault="005F3EF2" w:rsidP="005F3EF2">
            <w:pPr>
              <w:rPr>
                <w:rFonts w:ascii="Calibri" w:hAnsi="Calibri"/>
                <w:szCs w:val="20"/>
              </w:rPr>
            </w:pPr>
            <w:r w:rsidRPr="009C40D5">
              <w:t>04-10-25</w:t>
            </w:r>
          </w:p>
        </w:tc>
      </w:tr>
      <w:tr w:rsidR="005F3EF2" w:rsidRPr="00A33618" w14:paraId="169855ED" w14:textId="77777777" w:rsidTr="00234F03">
        <w:tc>
          <w:tcPr>
            <w:tcW w:w="4673" w:type="dxa"/>
          </w:tcPr>
          <w:p w14:paraId="4995C7A1" w14:textId="60ADDFE1" w:rsidR="005F3EF2" w:rsidRPr="00B0293A" w:rsidRDefault="005F3EF2" w:rsidP="005F3EF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0FBA1567" w:rsidR="005F3EF2" w:rsidRPr="00A33618" w:rsidRDefault="005F3EF2" w:rsidP="005F3EF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3B234" w14:textId="77832DEE" w:rsidR="005F3EF2" w:rsidRPr="00532E97" w:rsidRDefault="005F3EF2" w:rsidP="005F3EF2">
            <w:pPr>
              <w:rPr>
                <w:rFonts w:ascii="Calibri" w:hAnsi="Calibri"/>
                <w:szCs w:val="20"/>
              </w:rPr>
            </w:pPr>
            <w:r w:rsidRPr="009C40D5">
              <w:t>05-10-25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B43AE" w14:textId="77777777" w:rsidR="000728C8" w:rsidRDefault="000728C8">
      <w:r>
        <w:separator/>
      </w:r>
    </w:p>
  </w:endnote>
  <w:endnote w:type="continuationSeparator" w:id="0">
    <w:p w14:paraId="07AE49BA" w14:textId="77777777" w:rsidR="000728C8" w:rsidRDefault="000728C8">
      <w:r>
        <w:continuationSeparator/>
      </w:r>
    </w:p>
  </w:endnote>
  <w:endnote w:type="continuationNotice" w:id="1">
    <w:p w14:paraId="2B8DBCAF" w14:textId="77777777" w:rsidR="000728C8" w:rsidRDefault="000728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F3EF2" w:rsidRPr="005F3EF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F3EF2" w:rsidRPr="005F3EF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5C6552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C1309">
      <w:rPr>
        <w:noProof/>
      </w:rPr>
      <w:t>2025-08-13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35A1C" w14:textId="77777777" w:rsidR="000728C8" w:rsidRDefault="000728C8">
      <w:r>
        <w:separator/>
      </w:r>
    </w:p>
  </w:footnote>
  <w:footnote w:type="continuationSeparator" w:id="0">
    <w:p w14:paraId="00B00A82" w14:textId="77777777" w:rsidR="000728C8" w:rsidRDefault="000728C8">
      <w:r>
        <w:continuationSeparator/>
      </w:r>
    </w:p>
  </w:footnote>
  <w:footnote w:type="continuationNotice" w:id="1">
    <w:p w14:paraId="32F8EA11" w14:textId="77777777" w:rsidR="000728C8" w:rsidRDefault="000728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75C1920C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398235">
    <w:abstractNumId w:val="1"/>
  </w:num>
  <w:num w:numId="2" w16cid:durableId="1355964201">
    <w:abstractNumId w:val="10"/>
  </w:num>
  <w:num w:numId="3" w16cid:durableId="431635438">
    <w:abstractNumId w:val="11"/>
  </w:num>
  <w:num w:numId="4" w16cid:durableId="660616490">
    <w:abstractNumId w:val="4"/>
  </w:num>
  <w:num w:numId="5" w16cid:durableId="147481021">
    <w:abstractNumId w:val="3"/>
  </w:num>
  <w:num w:numId="6" w16cid:durableId="1348288560">
    <w:abstractNumId w:val="7"/>
  </w:num>
  <w:num w:numId="7" w16cid:durableId="1384020462">
    <w:abstractNumId w:val="5"/>
  </w:num>
  <w:num w:numId="8" w16cid:durableId="1647856010">
    <w:abstractNumId w:val="9"/>
  </w:num>
  <w:num w:numId="9" w16cid:durableId="946040345">
    <w:abstractNumId w:val="0"/>
  </w:num>
  <w:num w:numId="10" w16cid:durableId="1201865015">
    <w:abstractNumId w:val="8"/>
  </w:num>
  <w:num w:numId="11" w16cid:durableId="2128308783">
    <w:abstractNumId w:val="2"/>
  </w:num>
  <w:num w:numId="12" w16cid:durableId="140603304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0E1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8C8"/>
    <w:rsid w:val="00072DBF"/>
    <w:rsid w:val="00072E8D"/>
    <w:rsid w:val="00073806"/>
    <w:rsid w:val="00075273"/>
    <w:rsid w:val="000768F7"/>
    <w:rsid w:val="00077FC8"/>
    <w:rsid w:val="00081AB0"/>
    <w:rsid w:val="000826BE"/>
    <w:rsid w:val="000835A0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96936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3C7D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7B73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32DF"/>
    <w:rsid w:val="001243D1"/>
    <w:rsid w:val="00124CBA"/>
    <w:rsid w:val="001250F4"/>
    <w:rsid w:val="0012562E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08EB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1822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A3341"/>
    <w:rsid w:val="001A7874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2A81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11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2C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57D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3893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3D5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6F9A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99A"/>
    <w:rsid w:val="00441DA5"/>
    <w:rsid w:val="0044234B"/>
    <w:rsid w:val="004426D9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27"/>
    <w:rsid w:val="004C01C3"/>
    <w:rsid w:val="004C0821"/>
    <w:rsid w:val="004C24D6"/>
    <w:rsid w:val="004C3860"/>
    <w:rsid w:val="004C6435"/>
    <w:rsid w:val="004C7826"/>
    <w:rsid w:val="004D23FC"/>
    <w:rsid w:val="004D2C41"/>
    <w:rsid w:val="004D3897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3F00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BB0"/>
    <w:rsid w:val="005D0CA9"/>
    <w:rsid w:val="005D1142"/>
    <w:rsid w:val="005D37DE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3EF2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1F5B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9EB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05F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4F1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1748"/>
    <w:rsid w:val="00802103"/>
    <w:rsid w:val="00804939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2DF0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1D3D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1F55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0A91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3FB8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418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98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5623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2CC1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6696"/>
    <w:rsid w:val="00C119A7"/>
    <w:rsid w:val="00C128E7"/>
    <w:rsid w:val="00C12CEC"/>
    <w:rsid w:val="00C1426C"/>
    <w:rsid w:val="00C15C27"/>
    <w:rsid w:val="00C1684C"/>
    <w:rsid w:val="00C17D28"/>
    <w:rsid w:val="00C20576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4CB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3FA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B42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FE2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575B4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5494"/>
    <w:rsid w:val="00E86D44"/>
    <w:rsid w:val="00E91499"/>
    <w:rsid w:val="00E943E2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309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47B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59DB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39"/>
    <w:rsid w:val="00FB7FF6"/>
    <w:rsid w:val="00FC07E2"/>
    <w:rsid w:val="00FC17C9"/>
    <w:rsid w:val="00FC2089"/>
    <w:rsid w:val="00FC2346"/>
    <w:rsid w:val="00FC23DA"/>
    <w:rsid w:val="00FC2D37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0E3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943ADD-8346-44B2-A5B1-642A75C8C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28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14</cp:revision>
  <cp:lastPrinted>2013-10-18T08:32:00Z</cp:lastPrinted>
  <dcterms:created xsi:type="dcterms:W3CDTF">2024-11-27T22:14:00Z</dcterms:created>
  <dcterms:modified xsi:type="dcterms:W3CDTF">2025-08-13T03:38:00Z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